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3152C-738F-4DCE-B5EF-FBFB2105F41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